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AA" w:rsidRDefault="006C69AA" w:rsidP="001357CB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en-US"/>
        </w:rPr>
        <w:t>V 2.0.0.</w:t>
      </w:r>
    </w:p>
    <w:p w:rsidR="006C69AA" w:rsidRDefault="006C69AA" w:rsidP="001357CB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Для установки программы подбора компрессоров RefComp, проверьте настройки своего компьютера.</w:t>
      </w:r>
    </w:p>
    <w:p w:rsidR="006C69AA" w:rsidRDefault="006C69AA" w:rsidP="001357CB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Панель управления / Язык и Региональные стандарты / Дополнительные параметры / Форматы / Числа / Разделитель целой и дробной части=.(точка). </w:t>
      </w:r>
    </w:p>
    <w:p w:rsidR="006C69AA" w:rsidRDefault="006C69AA" w:rsidP="001357CB">
      <w:pPr>
        <w:pStyle w:val="NormalWeb"/>
        <w:spacing w:before="0" w:beforeAutospacing="0" w:after="0" w:afterAutospacing="0"/>
      </w:pPr>
      <w:r>
        <w:rPr>
          <w:sz w:val="22"/>
          <w:szCs w:val="22"/>
        </w:rPr>
        <w:t>Если стоит запятая, программа может не работать. См.  скрин</w:t>
      </w:r>
      <w:r>
        <w:rPr>
          <w:color w:val="000000"/>
          <w:sz w:val="22"/>
          <w:szCs w:val="22"/>
        </w:rPr>
        <w:t>.</w:t>
      </w:r>
    </w:p>
    <w:p w:rsidR="006C69AA" w:rsidRDefault="006C69AA">
      <w:r w:rsidRPr="00325E5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cid:image002.png@01D661BD.A884D880" style="width:385.5pt;height:495pt;visibility:visible">
            <v:imagedata r:id="rId4" r:href="rId5"/>
          </v:shape>
        </w:pict>
      </w:r>
    </w:p>
    <w:p w:rsidR="006C69AA" w:rsidRDefault="006C69AA"/>
    <w:p w:rsidR="006C69AA" w:rsidRDefault="006C69AA"/>
    <w:p w:rsidR="006C69AA" w:rsidRDefault="006C69AA">
      <w:r>
        <w:t xml:space="preserve">В </w:t>
      </w:r>
      <w:r>
        <w:rPr>
          <w:lang w:val="en-US"/>
        </w:rPr>
        <w:t>Windows</w:t>
      </w:r>
      <w:r w:rsidRPr="002137BD">
        <w:t xml:space="preserve"> 10</w:t>
      </w:r>
      <w:r>
        <w:t>:</w:t>
      </w:r>
    </w:p>
    <w:p w:rsidR="006C69AA" w:rsidRDefault="006C69AA">
      <w:r>
        <w:t>Панель управления / Часы и регион / Региональные стандарты / Дополнительные параметры …/ Разделитель целой и дробной части запятую изменить на точку (см. скрины)</w:t>
      </w:r>
    </w:p>
    <w:p w:rsidR="006C69AA" w:rsidRDefault="006C69AA"/>
    <w:p w:rsidR="006C69AA" w:rsidRDefault="006C69AA">
      <w:r w:rsidRPr="00325E5B">
        <w:rPr>
          <w:noProof/>
          <w:lang w:eastAsia="ru-RU"/>
        </w:rPr>
        <w:pict>
          <v:shape id="Рисунок 2" o:spid="_x0000_i1026" type="#_x0000_t75" style="width:465.75pt;height:233.25pt;visibility:visible" o:bordertopcolor="black" o:borderleftcolor="black" o:borderbottomcolor="black" o:borderrightcolor="black">
            <v:imagedata r:id="rId6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6C69AA" w:rsidRDefault="006C69AA">
      <w:r w:rsidRPr="00325E5B">
        <w:rPr>
          <w:noProof/>
          <w:lang w:eastAsia="ru-RU"/>
        </w:rPr>
        <w:pict>
          <v:shape id="Рисунок 3" o:spid="_x0000_i1027" type="#_x0000_t75" style="width:465.75pt;height:110.25pt;visibility:visible" o:bordertopcolor="black" o:borderleftcolor="black" o:borderbottomcolor="black" o:borderrightcolor="black">
            <v:imagedata r:id="rId7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6C69AA" w:rsidRDefault="006C69AA"/>
    <w:p w:rsidR="006C69AA" w:rsidRDefault="006C69AA">
      <w:r w:rsidRPr="00325E5B">
        <w:rPr>
          <w:noProof/>
          <w:lang w:eastAsia="ru-RU"/>
        </w:rPr>
        <w:pict>
          <v:shape id="Рисунок 4" o:spid="_x0000_i1028" type="#_x0000_t75" style="width:399pt;height:408pt;visibility:visible" o:bordertopcolor="black" o:borderleftcolor="black" o:borderbottomcolor="black" o:borderrightcolor="black">
            <v:imagedata r:id="rId8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6C69AA" w:rsidRDefault="006C69AA">
      <w:r w:rsidRPr="00325E5B">
        <w:rPr>
          <w:noProof/>
          <w:lang w:eastAsia="ru-RU"/>
        </w:rPr>
        <w:pict>
          <v:shape id="Рисунок 5" o:spid="_x0000_i1029" type="#_x0000_t75" style="width:403.5pt;height:435pt;visibility:visible" o:bordertopcolor="black" o:borderleftcolor="black" o:borderbottomcolor="black" o:borderrightcolor="black">
            <v:imagedata r:id="rId9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6C69AA" w:rsidRDefault="006C69AA"/>
    <w:p w:rsidR="006C69AA" w:rsidRDefault="006C69AA"/>
    <w:p w:rsidR="006C69AA" w:rsidRDefault="006C69AA"/>
    <w:p w:rsidR="006C69AA" w:rsidRDefault="006C69AA"/>
    <w:p w:rsidR="006C69AA" w:rsidRDefault="006C69AA"/>
    <w:p w:rsidR="006C69AA" w:rsidRDefault="006C69AA"/>
    <w:p w:rsidR="006C69AA" w:rsidRDefault="006C69AA"/>
    <w:p w:rsidR="006C69AA" w:rsidRDefault="006C69AA"/>
    <w:p w:rsidR="006C69AA" w:rsidRDefault="006C69AA"/>
    <w:p w:rsidR="006C69AA" w:rsidRDefault="006C69AA"/>
    <w:p w:rsidR="006C69AA" w:rsidRDefault="006C69AA"/>
    <w:p w:rsidR="006C69AA" w:rsidRDefault="006C69AA">
      <w:r>
        <w:t>В процессе установки будут всплывать окна на китайском языке. Далее они представлены по порядку</w:t>
      </w:r>
    </w:p>
    <w:p w:rsidR="006C69AA" w:rsidRDefault="006C69AA">
      <w:r w:rsidRPr="00325E5B">
        <w:rPr>
          <w:noProof/>
          <w:lang w:eastAsia="ru-RU"/>
        </w:rPr>
        <w:pict>
          <v:shape id="Рисунок 6" o:spid="_x0000_i1030" type="#_x0000_t75" style="width:375.75pt;height:258pt;visibility:visible">
            <v:imagedata r:id="rId10" o:title=""/>
          </v:shape>
        </w:pict>
      </w:r>
    </w:p>
    <w:p w:rsidR="006C69AA" w:rsidRDefault="006C69AA">
      <w:r>
        <w:t>№1 Жмите кнопку (</w:t>
      </w:r>
      <w:r>
        <w:rPr>
          <w:lang w:val="en-US"/>
        </w:rPr>
        <w:t>N</w:t>
      </w:r>
      <w:r>
        <w:t>)</w:t>
      </w:r>
    </w:p>
    <w:p w:rsidR="006C69AA" w:rsidRDefault="006C69AA">
      <w:r w:rsidRPr="00325E5B">
        <w:rPr>
          <w:noProof/>
          <w:lang w:eastAsia="ru-RU"/>
        </w:rPr>
        <w:pict>
          <v:shape id="Рисунок 7" o:spid="_x0000_i1031" type="#_x0000_t75" style="width:375pt;height:231.75pt;visibility:visible">
            <v:imagedata r:id="rId11" o:title=""/>
          </v:shape>
        </w:pict>
      </w:r>
    </w:p>
    <w:p w:rsidR="006C69AA" w:rsidRDefault="006C69AA">
      <w:pPr>
        <w:rPr>
          <w:lang w:val="en-US"/>
        </w:rPr>
      </w:pPr>
      <w:r>
        <w:t xml:space="preserve">№2: Выбор доступа к программе (Е)- общий доступ; (М) – только Вы. Жмите кнопку </w:t>
      </w:r>
      <w:r>
        <w:rPr>
          <w:lang w:val="en-US"/>
        </w:rPr>
        <w:t>(N)</w:t>
      </w:r>
    </w:p>
    <w:p w:rsidR="006C69AA" w:rsidRDefault="006C69AA">
      <w:pPr>
        <w:rPr>
          <w:lang w:val="en-US"/>
        </w:rPr>
      </w:pPr>
    </w:p>
    <w:p w:rsidR="006C69AA" w:rsidRDefault="006C69AA">
      <w:pPr>
        <w:rPr>
          <w:lang w:val="en-US"/>
        </w:rPr>
      </w:pPr>
    </w:p>
    <w:p w:rsidR="006C69AA" w:rsidRDefault="006C69AA">
      <w:pPr>
        <w:rPr>
          <w:lang w:val="en-US"/>
        </w:rPr>
      </w:pPr>
    </w:p>
    <w:p w:rsidR="006C69AA" w:rsidRDefault="006C69AA">
      <w:pPr>
        <w:rPr>
          <w:lang w:val="en-US"/>
        </w:rPr>
      </w:pPr>
    </w:p>
    <w:p w:rsidR="006C69AA" w:rsidRDefault="006C69AA">
      <w:pPr>
        <w:rPr>
          <w:lang w:val="en-US"/>
        </w:rPr>
      </w:pPr>
    </w:p>
    <w:p w:rsidR="006C69AA" w:rsidRDefault="006C69AA">
      <w:pPr>
        <w:rPr>
          <w:lang w:val="en-US"/>
        </w:rPr>
      </w:pPr>
      <w:r w:rsidRPr="00325E5B">
        <w:rPr>
          <w:noProof/>
          <w:lang w:eastAsia="ru-RU"/>
        </w:rPr>
        <w:pict>
          <v:shape id="Рисунок 8" o:spid="_x0000_i1032" type="#_x0000_t75" style="width:375pt;height:308.25pt;visibility:visible">
            <v:imagedata r:id="rId12" o:title=""/>
          </v:shape>
        </w:pict>
      </w:r>
    </w:p>
    <w:p w:rsidR="006C69AA" w:rsidRDefault="006C69AA">
      <w:pPr>
        <w:rPr>
          <w:lang w:val="en-US"/>
        </w:rPr>
      </w:pPr>
      <w:r>
        <w:t xml:space="preserve">№3: жмите кнопку </w:t>
      </w:r>
      <w:r>
        <w:rPr>
          <w:lang w:val="en-US"/>
        </w:rPr>
        <w:t>(N)</w:t>
      </w:r>
    </w:p>
    <w:p w:rsidR="006C69AA" w:rsidRDefault="006C69AA">
      <w:pPr>
        <w:rPr>
          <w:lang w:val="en-US"/>
        </w:rPr>
      </w:pPr>
      <w:r w:rsidRPr="00325E5B">
        <w:rPr>
          <w:noProof/>
          <w:lang w:eastAsia="ru-RU"/>
        </w:rPr>
        <w:pict>
          <v:shape id="Рисунок 9" o:spid="_x0000_i1033" type="#_x0000_t75" style="width:375.75pt;height:291.75pt;visibility:visible">
            <v:imagedata r:id="rId13" o:title=""/>
          </v:shape>
        </w:pict>
      </w:r>
    </w:p>
    <w:p w:rsidR="006C69AA" w:rsidRDefault="006C69AA">
      <w:r>
        <w:t>№4: предлагает вам после установки самостоятельно проверится на обновления Виндоуз.</w:t>
      </w:r>
      <w:r>
        <w:br/>
        <w:t>Жмите кнопку (С)</w:t>
      </w:r>
    </w:p>
    <w:p w:rsidR="006C69AA" w:rsidRDefault="006C69AA"/>
    <w:p w:rsidR="006C69AA" w:rsidRDefault="006C69AA">
      <w:pPr>
        <w:rPr>
          <w:noProof/>
        </w:rPr>
      </w:pPr>
      <w:r>
        <w:rPr>
          <w:noProof/>
        </w:rPr>
        <w:t xml:space="preserve">Запуск программы происходит с рабочего стола ярлык </w:t>
      </w:r>
      <w:r>
        <w:rPr>
          <w:noProof/>
          <w:lang w:val="en-US"/>
        </w:rPr>
        <w:t>RefComp</w:t>
      </w:r>
      <w:r w:rsidRPr="00AD1FEC">
        <w:rPr>
          <w:noProof/>
        </w:rPr>
        <w:t xml:space="preserve"> </w:t>
      </w:r>
      <w:r>
        <w:rPr>
          <w:noProof/>
          <w:lang w:val="en-US"/>
        </w:rPr>
        <w:t>V</w:t>
      </w:r>
      <w:r w:rsidRPr="00AD1FEC">
        <w:rPr>
          <w:noProof/>
        </w:rPr>
        <w:t>2.0.</w:t>
      </w:r>
      <w:r>
        <w:rPr>
          <w:noProof/>
        </w:rPr>
        <w:t>1.</w:t>
      </w:r>
    </w:p>
    <w:p w:rsidR="006C69AA" w:rsidRDefault="006C69AA">
      <w:pPr>
        <w:rPr>
          <w:noProof/>
        </w:rPr>
      </w:pPr>
      <w:r>
        <w:rPr>
          <w:noProof/>
        </w:rPr>
        <w:t>При первом запуске всплывает окно</w:t>
      </w:r>
    </w:p>
    <w:p w:rsidR="006C69AA" w:rsidRPr="00AD1FEC" w:rsidRDefault="006C69AA">
      <w:pPr>
        <w:rPr>
          <w:noProof/>
        </w:rPr>
      </w:pPr>
      <w:r w:rsidRPr="00325E5B">
        <w:rPr>
          <w:noProof/>
          <w:lang w:eastAsia="ru-RU"/>
        </w:rPr>
        <w:pict>
          <v:shape id="Рисунок 11" o:spid="_x0000_i1034" type="#_x0000_t75" style="width:466.5pt;height:267.75pt;visibility:visible">
            <v:imagedata r:id="rId14" o:title=""/>
          </v:shape>
        </w:pict>
      </w:r>
    </w:p>
    <w:p w:rsidR="006C69AA" w:rsidRDefault="006C69AA">
      <w:pPr>
        <w:rPr>
          <w:lang w:val="en-US"/>
        </w:rPr>
      </w:pPr>
      <w:r>
        <w:t xml:space="preserve">Жмёте изображение компрессора </w:t>
      </w:r>
      <w:r>
        <w:rPr>
          <w:lang w:val="en-US"/>
        </w:rPr>
        <w:t>SP</w:t>
      </w:r>
    </w:p>
    <w:p w:rsidR="006C69AA" w:rsidRDefault="006C69AA">
      <w:pPr>
        <w:rPr>
          <w:lang w:val="en-US"/>
        </w:rPr>
      </w:pPr>
      <w:r w:rsidRPr="00325E5B">
        <w:rPr>
          <w:noProof/>
          <w:lang w:eastAsia="ru-RU"/>
        </w:rPr>
        <w:pict>
          <v:shape id="Рисунок 12" o:spid="_x0000_i1035" type="#_x0000_t75" style="width:463.5pt;height:276pt;visibility:visible">
            <v:imagedata r:id="rId15" o:title=""/>
          </v:shape>
        </w:pict>
      </w:r>
    </w:p>
    <w:p w:rsidR="006C69AA" w:rsidRDefault="006C69AA">
      <w:r>
        <w:t xml:space="preserve">Меняете язык с </w:t>
      </w:r>
      <w:r>
        <w:rPr>
          <w:lang w:val="en-US"/>
        </w:rPr>
        <w:t>English</w:t>
      </w:r>
      <w:r>
        <w:t xml:space="preserve"> на Русский в выпадающем меню.</w:t>
      </w:r>
    </w:p>
    <w:p w:rsidR="006C69AA" w:rsidRDefault="006C69AA"/>
    <w:p w:rsidR="006C69AA" w:rsidRDefault="006C69AA"/>
    <w:p w:rsidR="006C69AA" w:rsidRDefault="006C69AA">
      <w:r w:rsidRPr="00325E5B">
        <w:rPr>
          <w:noProof/>
          <w:lang w:eastAsia="ru-RU"/>
        </w:rPr>
        <w:pict>
          <v:shape id="Рисунок 13" o:spid="_x0000_i1036" type="#_x0000_t75" style="width:459pt;height:258pt;visibility:visible">
            <v:imagedata r:id="rId16" o:title=""/>
          </v:shape>
        </w:pict>
      </w:r>
    </w:p>
    <w:p w:rsidR="006C69AA" w:rsidRDefault="006C69AA">
      <w:r>
        <w:t>И можете работать. Вверху слева выбираете тип компрессоров, затем фреон, либо модель, либо производительность. Задаёте параметры и жмёте кнопку «Рассчитать».</w:t>
      </w:r>
    </w:p>
    <w:p w:rsidR="006C69AA" w:rsidRDefault="006C69AA">
      <w:r>
        <w:t>ВАЖНО: на некоторых ноутбуках эту кнопку будет не видно. Варианты решения</w:t>
      </w:r>
      <w:r>
        <w:br/>
        <w:t>1. Поиграться параметрами разрешения экрана</w:t>
      </w:r>
    </w:p>
    <w:p w:rsidR="006C69AA" w:rsidRDefault="006C69AA">
      <w:r>
        <w:t>2. Командную строку расположить справа вертикально, как на картинке.</w:t>
      </w:r>
    </w:p>
    <w:p w:rsidR="006C69AA" w:rsidRPr="00AD1FEC" w:rsidRDefault="006C69AA"/>
    <w:sectPr w:rsidR="006C69AA" w:rsidRPr="00AD1FEC" w:rsidSect="00652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7CB"/>
    <w:rsid w:val="00070E0C"/>
    <w:rsid w:val="000873C4"/>
    <w:rsid w:val="001357CB"/>
    <w:rsid w:val="00141004"/>
    <w:rsid w:val="002137BD"/>
    <w:rsid w:val="00325E5B"/>
    <w:rsid w:val="003705AA"/>
    <w:rsid w:val="00372E6F"/>
    <w:rsid w:val="004E6AC7"/>
    <w:rsid w:val="006528DC"/>
    <w:rsid w:val="00692596"/>
    <w:rsid w:val="006C69AA"/>
    <w:rsid w:val="00747F86"/>
    <w:rsid w:val="0086088C"/>
    <w:rsid w:val="008D3506"/>
    <w:rsid w:val="00AD1FEC"/>
    <w:rsid w:val="00B804CD"/>
    <w:rsid w:val="00BA6D50"/>
    <w:rsid w:val="00CA15F1"/>
    <w:rsid w:val="00D63F54"/>
    <w:rsid w:val="00F37BDD"/>
    <w:rsid w:val="00F65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8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35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57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1357C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357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cid:image005.png@01D6900C.EA848910" TargetMode="External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8</Pages>
  <Words>206</Words>
  <Characters>1176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Болбат</dc:creator>
  <cp:keywords/>
  <dc:description/>
  <cp:lastModifiedBy>samara1</cp:lastModifiedBy>
  <cp:revision>17</cp:revision>
  <dcterms:created xsi:type="dcterms:W3CDTF">2020-10-01T06:07:00Z</dcterms:created>
  <dcterms:modified xsi:type="dcterms:W3CDTF">2023-02-21T09:06:00Z</dcterms:modified>
</cp:coreProperties>
</file>